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7D" w:rsidRDefault="009F7C7D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 w:rsidRPr="00F06343">
        <w:rPr>
          <w:rFonts w:ascii="Arial" w:hAnsi="Arial" w:cs="Arial"/>
          <w:b/>
          <w:sz w:val="22"/>
          <w:szCs w:val="22"/>
        </w:rPr>
        <w:t>Nõustumus riigieelarvelise toetuse kasutamise lepingu sõlmimiseks</w:t>
      </w:r>
    </w:p>
    <w:p w:rsidR="009F7C7D" w:rsidRPr="00F06343" w:rsidRDefault="009F7C7D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</w:p>
    <w:p w:rsidR="009F7C7D" w:rsidRPr="00F06343" w:rsidRDefault="009F7C7D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Pr="00F06343" w:rsidRDefault="009F7C7D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F06343">
        <w:rPr>
          <w:rFonts w:ascii="Arial" w:hAnsi="Arial" w:cs="Arial"/>
          <w:sz w:val="22"/>
          <w:szCs w:val="22"/>
        </w:rPr>
        <w:t xml:space="preserve">Käesolevaga annan </w:t>
      </w:r>
      <w:r w:rsidRPr="00F06343">
        <w:rPr>
          <w:rFonts w:ascii="Arial" w:hAnsi="Arial" w:cs="Arial"/>
          <w:b/>
          <w:sz w:val="22"/>
          <w:szCs w:val="22"/>
        </w:rPr>
        <w:t>MTÜ Magna Memoria</w:t>
      </w:r>
      <w:r>
        <w:rPr>
          <w:rFonts w:ascii="Arial" w:hAnsi="Arial" w:cs="Arial"/>
          <w:sz w:val="22"/>
          <w:szCs w:val="22"/>
        </w:rPr>
        <w:t xml:space="preserve"> </w:t>
      </w:r>
      <w:r w:rsidRPr="00F06343">
        <w:rPr>
          <w:rFonts w:ascii="Arial" w:hAnsi="Arial" w:cs="Arial"/>
          <w:sz w:val="22"/>
          <w:szCs w:val="22"/>
        </w:rPr>
        <w:t>nimel riigieelarvelise toetuse kasutamise lepingu pakkumusele nõustumuse.</w:t>
      </w:r>
    </w:p>
    <w:p w:rsidR="009F7C7D" w:rsidRPr="00F06343" w:rsidRDefault="009F7C7D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Pr="00F06343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06343">
        <w:rPr>
          <w:rFonts w:ascii="Arial" w:hAnsi="Arial" w:cs="Arial"/>
          <w:sz w:val="22"/>
          <w:szCs w:val="22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>
        <w:rPr>
          <w:rFonts w:ascii="Arial" w:hAnsi="Arial" w:cs="Arial"/>
          <w:sz w:val="22"/>
          <w:szCs w:val="22"/>
        </w:rPr>
        <w:t xml:space="preserve">vastavalt justiitsministeeriumi kantsleri käskkirjale 22.03.2022 nr. 19, punkt 4 </w:t>
      </w:r>
      <w:r w:rsidRPr="00F06343">
        <w:rPr>
          <w:rFonts w:ascii="Arial" w:hAnsi="Arial" w:cs="Arial"/>
          <w:iCs/>
          <w:sz w:val="22"/>
          <w:szCs w:val="22"/>
        </w:rPr>
        <w:t>ja selle lisas 2 toodud tingimustel ning toetuse saaja on kohustatud neid täitma.</w:t>
      </w:r>
    </w:p>
    <w:p w:rsidR="009F7C7D" w:rsidRPr="00F06343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2"/>
          <w:szCs w:val="22"/>
        </w:rPr>
      </w:pP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F06343">
        <w:rPr>
          <w:rFonts w:ascii="Arial" w:hAnsi="Arial" w:cs="Arial"/>
          <w:iCs/>
          <w:sz w:val="22"/>
          <w:szCs w:val="22"/>
        </w:rPr>
        <w:t xml:space="preserve">Kinnitan, et kasutan toetust </w:t>
      </w:r>
      <w:r w:rsidRPr="00F06343">
        <w:rPr>
          <w:rFonts w:ascii="Arial" w:hAnsi="Arial" w:cs="Arial"/>
          <w:sz w:val="22"/>
          <w:szCs w:val="22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:rsidR="009F7C7D" w:rsidRPr="00F06343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Pr="00F06343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MTÜ Magna Memoria </w:t>
      </w:r>
      <w:r w:rsidRPr="00F06343">
        <w:rPr>
          <w:rFonts w:ascii="Arial" w:hAnsi="Arial" w:cs="Arial"/>
          <w:sz w:val="22"/>
          <w:szCs w:val="22"/>
        </w:rPr>
        <w:t xml:space="preserve">kontaktisiku nimi ja kontaktandmed lepingu täitmisel on: </w:t>
      </w: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Default="009F7C7D" w:rsidP="00F06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 Pärnaste</w:t>
      </w:r>
      <w:r>
        <w:rPr>
          <w:rFonts w:ascii="Arial" w:hAnsi="Arial" w:cs="Arial"/>
          <w:sz w:val="22"/>
          <w:szCs w:val="22"/>
        </w:rPr>
        <w:br/>
        <w:t>MTÜ Magna Memoria juhatuse liige</w:t>
      </w:r>
    </w:p>
    <w:p w:rsidR="009F7C7D" w:rsidRDefault="009F7C7D" w:rsidP="00F06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e-post: eve.parnaste@gmail.com</w:t>
      </w:r>
    </w:p>
    <w:p w:rsidR="009F7C7D" w:rsidRDefault="009F7C7D" w:rsidP="00F06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55 60 1816</w:t>
      </w:r>
    </w:p>
    <w:p w:rsidR="009F7C7D" w:rsidRPr="00F06343" w:rsidRDefault="009F7C7D" w:rsidP="00F06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22"/>
          <w:szCs w:val="22"/>
        </w:rPr>
      </w:pPr>
      <w:r w:rsidRPr="00F06343">
        <w:rPr>
          <w:rFonts w:ascii="Arial" w:hAnsi="Arial" w:cs="Arial"/>
          <w:sz w:val="22"/>
          <w:szCs w:val="22"/>
        </w:rPr>
        <w:t xml:space="preserve"> </w:t>
      </w:r>
    </w:p>
    <w:p w:rsidR="009F7C7D" w:rsidRPr="00F06343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Pr="005F2B65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Riigieelarveline toetu</w:t>
      </w:r>
      <w:r w:rsidRPr="00F06343">
        <w:rPr>
          <w:rFonts w:ascii="Arial" w:hAnsi="Arial" w:cs="Arial"/>
          <w:sz w:val="22"/>
          <w:szCs w:val="22"/>
        </w:rPr>
        <w:t xml:space="preserve">s summas </w:t>
      </w:r>
      <w:r>
        <w:rPr>
          <w:rFonts w:ascii="Arial" w:hAnsi="Arial" w:cs="Arial"/>
          <w:sz w:val="22"/>
          <w:szCs w:val="22"/>
        </w:rPr>
        <w:t xml:space="preserve">10 000 (kümme tuhat) eurot </w:t>
      </w:r>
      <w:r w:rsidRPr="00F06343">
        <w:rPr>
          <w:rFonts w:ascii="Arial" w:hAnsi="Arial" w:cs="Arial"/>
          <w:sz w:val="22"/>
          <w:szCs w:val="22"/>
        </w:rPr>
        <w:t xml:space="preserve">palun üle </w:t>
      </w:r>
      <w:r>
        <w:rPr>
          <w:rFonts w:ascii="Arial" w:hAnsi="Arial" w:cs="Arial"/>
          <w:sz w:val="22"/>
          <w:szCs w:val="22"/>
        </w:rPr>
        <w:t>kanda järgnevale arveldusarvele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Pr="005F2B65">
        <w:rPr>
          <w:rFonts w:ascii="Arial" w:hAnsi="Arial" w:cs="Arial"/>
          <w:b/>
          <w:sz w:val="22"/>
          <w:szCs w:val="22"/>
        </w:rPr>
        <w:t>Swedbank</w:t>
      </w:r>
      <w:r w:rsidRPr="005F2B65">
        <w:rPr>
          <w:rFonts w:ascii="Arial" w:hAnsi="Arial" w:cs="Arial"/>
          <w:b/>
          <w:sz w:val="22"/>
          <w:szCs w:val="22"/>
        </w:rPr>
        <w:br/>
        <w:t>EE772200221074907303</w:t>
      </w:r>
    </w:p>
    <w:p w:rsidR="009F7C7D" w:rsidRPr="005F2B65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 w:rsidRPr="005F2B65">
        <w:rPr>
          <w:rFonts w:ascii="Arial" w:hAnsi="Arial" w:cs="Arial"/>
          <w:b/>
          <w:sz w:val="22"/>
          <w:szCs w:val="22"/>
        </w:rPr>
        <w:t>MTÜ Magna Memoria</w:t>
      </w:r>
    </w:p>
    <w:p w:rsidR="009F7C7D" w:rsidRDefault="009F7C7D" w:rsidP="005F2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2"/>
          <w:szCs w:val="22"/>
        </w:rPr>
      </w:pPr>
    </w:p>
    <w:p w:rsidR="009F7C7D" w:rsidRDefault="009F7C7D" w:rsidP="005F2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2"/>
          <w:szCs w:val="22"/>
        </w:rPr>
      </w:pPr>
    </w:p>
    <w:p w:rsidR="009F7C7D" w:rsidRPr="00F06343" w:rsidRDefault="009F7C7D" w:rsidP="005F2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2"/>
          <w:szCs w:val="22"/>
        </w:rPr>
      </w:pPr>
      <w:r w:rsidRPr="00F06343">
        <w:rPr>
          <w:rFonts w:ascii="Arial" w:hAnsi="Arial" w:cs="Arial"/>
          <w:i/>
          <w:sz w:val="22"/>
          <w:szCs w:val="22"/>
        </w:rPr>
        <w:t>(allkirjastatud digitaalselt)</w:t>
      </w: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 Pärnaste</w:t>
      </w: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9F7C7D" w:rsidRDefault="009F7C7D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sectPr w:rsidR="009F7C7D" w:rsidSect="009F11C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8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1A3"/>
    <w:rsid w:val="000D698A"/>
    <w:rsid w:val="0017381F"/>
    <w:rsid w:val="001A04B6"/>
    <w:rsid w:val="00216C05"/>
    <w:rsid w:val="002310BF"/>
    <w:rsid w:val="00302CE8"/>
    <w:rsid w:val="00517F92"/>
    <w:rsid w:val="00523F50"/>
    <w:rsid w:val="005F2B65"/>
    <w:rsid w:val="006C5063"/>
    <w:rsid w:val="00793834"/>
    <w:rsid w:val="007A1094"/>
    <w:rsid w:val="007F3310"/>
    <w:rsid w:val="008F11A3"/>
    <w:rsid w:val="009B5362"/>
    <w:rsid w:val="009F11CC"/>
    <w:rsid w:val="009F7C7D"/>
    <w:rsid w:val="009F7F16"/>
    <w:rsid w:val="00BE6319"/>
    <w:rsid w:val="00C304A8"/>
    <w:rsid w:val="00C52B3A"/>
    <w:rsid w:val="00D44297"/>
    <w:rsid w:val="00D965D2"/>
    <w:rsid w:val="00E902A4"/>
    <w:rsid w:val="00F06343"/>
    <w:rsid w:val="00F775B5"/>
    <w:rsid w:val="00FC2B48"/>
    <w:rsid w:val="00FE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1A3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E01A1"/>
    <w:rPr>
      <w:rFonts w:ascii="Times New Roman" w:eastAsia="SimSun" w:hAnsi="Times New Roman" w:cs="Mangal"/>
      <w:kern w:val="1"/>
      <w:sz w:val="18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E01A1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01A1"/>
    <w:rPr>
      <w:rFonts w:ascii="Segoe UI" w:eastAsia="SimSun" w:hAnsi="Segoe UI" w:cs="Mangal"/>
      <w:kern w:val="1"/>
      <w:sz w:val="16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4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184</Words>
  <Characters>1069</Characters>
  <Application>Microsoft Office Outlook</Application>
  <DocSecurity>0</DocSecurity>
  <Lines>0</Lines>
  <Paragraphs>0</Paragraphs>
  <ScaleCrop>false</ScaleCrop>
  <Company>RMIT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Kaur Kaasik-Aaslav</dc:creator>
  <cp:keywords/>
  <dc:description/>
  <cp:lastModifiedBy>Eve Pärnaste</cp:lastModifiedBy>
  <cp:revision>3</cp:revision>
  <dcterms:created xsi:type="dcterms:W3CDTF">2022-03-23T12:34:00Z</dcterms:created>
  <dcterms:modified xsi:type="dcterms:W3CDTF">2022-03-23T12:50:00Z</dcterms:modified>
</cp:coreProperties>
</file>